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6DB99">
      <w:pPr>
        <w:spacing w:line="460" w:lineRule="exact"/>
        <w:jc w:val="left"/>
        <w:textAlignment w:val="baseline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4</w:t>
      </w:r>
    </w:p>
    <w:p w14:paraId="331BB9BE">
      <w:pPr>
        <w:spacing w:line="460" w:lineRule="exact"/>
        <w:jc w:val="center"/>
        <w:textAlignment w:val="baseline"/>
        <w:rPr>
          <w:rFonts w:ascii="方正小标宋_GBK" w:hAnsi="黑体" w:eastAsia="方正小标宋_GBK"/>
          <w:color w:val="000000"/>
          <w:sz w:val="44"/>
          <w:szCs w:val="44"/>
        </w:rPr>
      </w:pPr>
      <w:r>
        <w:rPr>
          <w:rFonts w:hint="eastAsia" w:ascii="方正小标宋_GBK" w:hAnsi="黑体" w:eastAsia="方正小标宋_GBK" w:cs="方正小标宋_GBK"/>
          <w:color w:val="000000"/>
          <w:sz w:val="44"/>
          <w:szCs w:val="44"/>
        </w:rPr>
        <w:t>职称聘任诚信承诺表</w:t>
      </w:r>
    </w:p>
    <w:p w14:paraId="2ECCE433">
      <w:pPr>
        <w:spacing w:line="460" w:lineRule="exact"/>
        <w:ind w:firstLine="480" w:firstLineChars="150"/>
        <w:textAlignment w:val="baseline"/>
        <w:rPr>
          <w:rFonts w:ascii="仿宋" w:hAnsi="仿宋" w:eastAsia="仿宋"/>
          <w:color w:val="000000"/>
          <w:sz w:val="32"/>
          <w:szCs w:val="32"/>
        </w:rPr>
      </w:pPr>
    </w:p>
    <w:tbl>
      <w:tblPr>
        <w:tblStyle w:val="5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722"/>
        <w:gridCol w:w="1064"/>
        <w:gridCol w:w="794"/>
        <w:gridCol w:w="425"/>
        <w:gridCol w:w="1109"/>
        <w:gridCol w:w="1123"/>
        <w:gridCol w:w="1008"/>
        <w:gridCol w:w="1440"/>
      </w:tblGrid>
      <w:tr w14:paraId="33A7F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15" w:type="dxa"/>
            <w:vAlign w:val="center"/>
          </w:tcPr>
          <w:p w14:paraId="1E568BA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722" w:type="dxa"/>
            <w:vAlign w:val="center"/>
          </w:tcPr>
          <w:p w14:paraId="127F16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10A00BF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219" w:type="dxa"/>
            <w:gridSpan w:val="2"/>
            <w:vAlign w:val="center"/>
          </w:tcPr>
          <w:p w14:paraId="7BE9600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 w14:paraId="412F230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123" w:type="dxa"/>
            <w:vAlign w:val="center"/>
          </w:tcPr>
          <w:p w14:paraId="02EB3BF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 w14:paraId="634D63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vAlign w:val="center"/>
          </w:tcPr>
          <w:p w14:paraId="0A800B3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51C39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215" w:type="dxa"/>
            <w:vAlign w:val="center"/>
          </w:tcPr>
          <w:p w14:paraId="7E173F3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</w:t>
            </w:r>
          </w:p>
          <w:p w14:paraId="7ED4CC1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年月</w:t>
            </w:r>
          </w:p>
        </w:tc>
        <w:tc>
          <w:tcPr>
            <w:tcW w:w="1722" w:type="dxa"/>
            <w:vAlign w:val="center"/>
          </w:tcPr>
          <w:p w14:paraId="137B18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64" w:type="dxa"/>
            <w:vAlign w:val="center"/>
          </w:tcPr>
          <w:p w14:paraId="05B0833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籍贯</w:t>
            </w:r>
          </w:p>
        </w:tc>
        <w:tc>
          <w:tcPr>
            <w:tcW w:w="2328" w:type="dxa"/>
            <w:gridSpan w:val="3"/>
            <w:vAlign w:val="center"/>
          </w:tcPr>
          <w:p w14:paraId="4EF65AA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23" w:type="dxa"/>
            <w:vAlign w:val="center"/>
          </w:tcPr>
          <w:p w14:paraId="01551A6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参加工作时间</w:t>
            </w:r>
          </w:p>
        </w:tc>
        <w:tc>
          <w:tcPr>
            <w:tcW w:w="2448" w:type="dxa"/>
            <w:gridSpan w:val="2"/>
            <w:vAlign w:val="center"/>
          </w:tcPr>
          <w:p w14:paraId="3A1BCF1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9FEC7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215" w:type="dxa"/>
            <w:vAlign w:val="center"/>
          </w:tcPr>
          <w:p w14:paraId="00D3DCE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</w:t>
            </w:r>
          </w:p>
          <w:p w14:paraId="4606901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3580" w:type="dxa"/>
            <w:gridSpan w:val="3"/>
            <w:vAlign w:val="center"/>
          </w:tcPr>
          <w:p w14:paraId="41A4DE2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3B655B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何时调入现单位</w:t>
            </w:r>
          </w:p>
        </w:tc>
        <w:tc>
          <w:tcPr>
            <w:tcW w:w="3571" w:type="dxa"/>
            <w:gridSpan w:val="3"/>
            <w:vAlign w:val="center"/>
          </w:tcPr>
          <w:p w14:paraId="428B19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AF66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215" w:type="dxa"/>
            <w:vAlign w:val="center"/>
          </w:tcPr>
          <w:p w14:paraId="172C60A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从事何专业技术工作</w:t>
            </w:r>
          </w:p>
        </w:tc>
        <w:tc>
          <w:tcPr>
            <w:tcW w:w="3580" w:type="dxa"/>
            <w:gridSpan w:val="3"/>
            <w:vAlign w:val="center"/>
          </w:tcPr>
          <w:p w14:paraId="2B4AAE7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61FE8EC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何时何院校何专业毕业</w:t>
            </w:r>
          </w:p>
        </w:tc>
        <w:tc>
          <w:tcPr>
            <w:tcW w:w="3571" w:type="dxa"/>
            <w:gridSpan w:val="3"/>
            <w:vAlign w:val="center"/>
          </w:tcPr>
          <w:p w14:paraId="0E3E120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47B6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  <w:jc w:val="center"/>
        </w:trPr>
        <w:tc>
          <w:tcPr>
            <w:tcW w:w="1215" w:type="dxa"/>
            <w:vAlign w:val="center"/>
          </w:tcPr>
          <w:p w14:paraId="62635A37">
            <w:pPr>
              <w:ind w:left="-42" w:leftChars="-20" w:right="-42" w:rightChars="-20"/>
              <w:jc w:val="center"/>
              <w:rPr>
                <w:rFonts w:ascii="仿宋" w:hAnsi="仿宋" w:eastAsia="仿宋"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w w:val="90"/>
                <w:sz w:val="28"/>
                <w:szCs w:val="28"/>
              </w:rPr>
              <w:t>何时获得何专业技术职务</w:t>
            </w:r>
          </w:p>
          <w:p w14:paraId="0FF704E7">
            <w:pPr>
              <w:ind w:left="-42" w:leftChars="-20" w:right="-42" w:rightChars="-20"/>
              <w:jc w:val="center"/>
              <w:rPr>
                <w:rFonts w:ascii="仿宋" w:hAnsi="仿宋" w:eastAsia="仿宋"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w w:val="90"/>
                <w:sz w:val="28"/>
                <w:szCs w:val="28"/>
              </w:rPr>
              <w:t>资格</w:t>
            </w:r>
          </w:p>
        </w:tc>
        <w:tc>
          <w:tcPr>
            <w:tcW w:w="3580" w:type="dxa"/>
            <w:gridSpan w:val="3"/>
            <w:vAlign w:val="center"/>
          </w:tcPr>
          <w:p w14:paraId="1F5A34C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 w14:paraId="38A9804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何时聘任何专业技术职务</w:t>
            </w:r>
          </w:p>
        </w:tc>
        <w:tc>
          <w:tcPr>
            <w:tcW w:w="3571" w:type="dxa"/>
            <w:gridSpan w:val="3"/>
            <w:vAlign w:val="center"/>
          </w:tcPr>
          <w:p w14:paraId="0A00015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F601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1215" w:type="dxa"/>
            <w:vAlign w:val="center"/>
          </w:tcPr>
          <w:p w14:paraId="2315E949">
            <w:pPr>
              <w:jc w:val="center"/>
              <w:rPr>
                <w:rFonts w:ascii="仿宋" w:hAnsi="仿宋" w:eastAsia="仿宋"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w w:val="90"/>
                <w:sz w:val="28"/>
                <w:szCs w:val="28"/>
              </w:rPr>
              <w:t>拟申报竞聘何专业技术</w:t>
            </w:r>
          </w:p>
          <w:p w14:paraId="2B026AA4">
            <w:pPr>
              <w:jc w:val="center"/>
              <w:rPr>
                <w:rFonts w:ascii="仿宋" w:hAnsi="仿宋" w:eastAsia="仿宋"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0"/>
                <w:w w:val="90"/>
                <w:sz w:val="28"/>
                <w:szCs w:val="28"/>
              </w:rPr>
              <w:t>岗位</w:t>
            </w:r>
          </w:p>
        </w:tc>
        <w:tc>
          <w:tcPr>
            <w:tcW w:w="8685" w:type="dxa"/>
            <w:gridSpan w:val="8"/>
            <w:vAlign w:val="center"/>
          </w:tcPr>
          <w:p w14:paraId="114CFF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4944C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215" w:type="dxa"/>
            <w:vAlign w:val="center"/>
          </w:tcPr>
          <w:p w14:paraId="2017DB6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</w:t>
            </w:r>
          </w:p>
          <w:p w14:paraId="7A68F80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理由</w:t>
            </w:r>
          </w:p>
        </w:tc>
        <w:tc>
          <w:tcPr>
            <w:tcW w:w="8685" w:type="dxa"/>
            <w:gridSpan w:val="8"/>
            <w:vAlign w:val="center"/>
          </w:tcPr>
          <w:p w14:paraId="0AAE160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7CA638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478986E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0CFE02A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551A728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1B01013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 w14:paraId="0AE3C96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66F1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215" w:type="dxa"/>
            <w:vAlign w:val="center"/>
          </w:tcPr>
          <w:p w14:paraId="206494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</w:t>
            </w:r>
          </w:p>
          <w:p w14:paraId="3B73414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承诺</w:t>
            </w:r>
          </w:p>
        </w:tc>
        <w:tc>
          <w:tcPr>
            <w:tcW w:w="8685" w:type="dxa"/>
            <w:gridSpan w:val="8"/>
            <w:vAlign w:val="center"/>
          </w:tcPr>
          <w:p w14:paraId="1925935D"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本人承诺，在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202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年度申报职称聘任工作中所提交的材料完全真实，如有虚假，本人愿承担相关责任。</w:t>
            </w:r>
            <w:bookmarkStart w:id="0" w:name="_GoBack"/>
            <w:bookmarkEnd w:id="0"/>
          </w:p>
          <w:p w14:paraId="64E4E092"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  <w:p w14:paraId="201E4A0A"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签名：</w:t>
            </w:r>
          </w:p>
          <w:p w14:paraId="608B9760">
            <w:pPr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</w:t>
            </w:r>
          </w:p>
        </w:tc>
      </w:tr>
      <w:tr w14:paraId="77573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215" w:type="dxa"/>
            <w:vAlign w:val="center"/>
          </w:tcPr>
          <w:p w14:paraId="7502B33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8685" w:type="dxa"/>
            <w:gridSpan w:val="8"/>
            <w:vAlign w:val="center"/>
          </w:tcPr>
          <w:p w14:paraId="58A9EFC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2732EBCA"/>
    <w:sectPr>
      <w:headerReference r:id="rId3" w:type="default"/>
      <w:footerReference r:id="rId4" w:type="default"/>
      <w:pgSz w:w="11906" w:h="16838"/>
      <w:pgMar w:top="1134" w:right="1134" w:bottom="1134" w:left="1134" w:header="709" w:footer="709" w:gutter="0"/>
      <w:pgNumType w:fmt="numberInDash" w:start="25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D787E"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A4C4F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VkODAwZGVhZWVmMmU1ZmNkZDAwN2VhYTQwZDdjNjIifQ=="/>
  </w:docVars>
  <w:rsids>
    <w:rsidRoot w:val="00FA3994"/>
    <w:rsid w:val="00010BE6"/>
    <w:rsid w:val="00042853"/>
    <w:rsid w:val="00056393"/>
    <w:rsid w:val="000664B8"/>
    <w:rsid w:val="000D47F3"/>
    <w:rsid w:val="000D6D6C"/>
    <w:rsid w:val="00105E26"/>
    <w:rsid w:val="00125854"/>
    <w:rsid w:val="00145FDB"/>
    <w:rsid w:val="00172B38"/>
    <w:rsid w:val="001B6DFB"/>
    <w:rsid w:val="001B702D"/>
    <w:rsid w:val="001B7ACC"/>
    <w:rsid w:val="001C5E13"/>
    <w:rsid w:val="00222BC2"/>
    <w:rsid w:val="002C4ADB"/>
    <w:rsid w:val="002F0F54"/>
    <w:rsid w:val="00323B43"/>
    <w:rsid w:val="003247FE"/>
    <w:rsid w:val="003278DC"/>
    <w:rsid w:val="0039059C"/>
    <w:rsid w:val="003D37D8"/>
    <w:rsid w:val="003D41A3"/>
    <w:rsid w:val="003D635C"/>
    <w:rsid w:val="003F1F76"/>
    <w:rsid w:val="00412D5A"/>
    <w:rsid w:val="004358AB"/>
    <w:rsid w:val="00535F7A"/>
    <w:rsid w:val="005B3914"/>
    <w:rsid w:val="006115B9"/>
    <w:rsid w:val="00636BA5"/>
    <w:rsid w:val="006404D5"/>
    <w:rsid w:val="006B5BE6"/>
    <w:rsid w:val="0074549C"/>
    <w:rsid w:val="007465CF"/>
    <w:rsid w:val="0080372F"/>
    <w:rsid w:val="00807FC0"/>
    <w:rsid w:val="0082083C"/>
    <w:rsid w:val="008B7726"/>
    <w:rsid w:val="008D3C93"/>
    <w:rsid w:val="00907C14"/>
    <w:rsid w:val="00A131C9"/>
    <w:rsid w:val="00A74D1D"/>
    <w:rsid w:val="00AA5A73"/>
    <w:rsid w:val="00AD1C63"/>
    <w:rsid w:val="00B66B03"/>
    <w:rsid w:val="00B8039A"/>
    <w:rsid w:val="00BC359A"/>
    <w:rsid w:val="00BD193B"/>
    <w:rsid w:val="00BD4253"/>
    <w:rsid w:val="00C01146"/>
    <w:rsid w:val="00C209CE"/>
    <w:rsid w:val="00CB21A8"/>
    <w:rsid w:val="00D22BA1"/>
    <w:rsid w:val="00D44475"/>
    <w:rsid w:val="00DA288B"/>
    <w:rsid w:val="00DE3699"/>
    <w:rsid w:val="00E028B3"/>
    <w:rsid w:val="00E05B6C"/>
    <w:rsid w:val="00E064DB"/>
    <w:rsid w:val="00E25321"/>
    <w:rsid w:val="00E333A9"/>
    <w:rsid w:val="00EC344B"/>
    <w:rsid w:val="00ED2053"/>
    <w:rsid w:val="00F233AC"/>
    <w:rsid w:val="00F362EE"/>
    <w:rsid w:val="00F55786"/>
    <w:rsid w:val="00F5600F"/>
    <w:rsid w:val="00F85246"/>
    <w:rsid w:val="00FA3994"/>
    <w:rsid w:val="00FE1942"/>
    <w:rsid w:val="00FE30F8"/>
    <w:rsid w:val="18624928"/>
    <w:rsid w:val="39567F47"/>
    <w:rsid w:val="6E9B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99"/>
  </w:style>
  <w:style w:type="character" w:customStyle="1" w:styleId="9">
    <w:name w:val="Balloon Text Char"/>
    <w:basedOn w:val="7"/>
    <w:link w:val="2"/>
    <w:semiHidden/>
    <w:qFormat/>
    <w:locked/>
    <w:uiPriority w:val="99"/>
    <w:rPr>
      <w:rFonts w:ascii="Times New Roman" w:hAnsi="Times New Roman" w:eastAsia="宋体" w:cs="Times New Roman"/>
      <w:sz w:val="2"/>
      <w:szCs w:val="2"/>
    </w:rPr>
  </w:style>
  <w:style w:type="character" w:customStyle="1" w:styleId="10">
    <w:name w:val="Footer Char"/>
    <w:basedOn w:val="7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160</Words>
  <Characters>163</Characters>
  <Lines>0</Lines>
  <Paragraphs>0</Paragraphs>
  <TotalTime>2</TotalTime>
  <ScaleCrop>false</ScaleCrop>
  <LinksUpToDate>false</LinksUpToDate>
  <CharactersWithSpaces>191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2021-04-01T04:02:00Z</dcterms:created>
  <dc:creator>xtzj</dc:creator>
  <cp:lastModifiedBy>Administrator</cp:lastModifiedBy>
  <cp:lastPrinted>2022-05-24T07:32:00Z</cp:lastPrinted>
  <dcterms:modified xsi:type="dcterms:W3CDTF">2025-05-08T00:23:16Z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11E3E48D3CC24122BA52160D640E3BF4_12</vt:lpwstr>
  </property>
  <property fmtid="{D5CDD505-2E9C-101B-9397-08002B2CF9AE}" pid="4" name="KSOTemplateDocerSaveRecord">
    <vt:lpwstr>eyJoZGlkIjoiNmVkODAwZGVhZWVmMmU1ZmNkZDAwN2VhYTQwZDdjNjIifQ==</vt:lpwstr>
  </property>
</Properties>
</file>